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1444A" w14:textId="184EABA5" w:rsidR="00053BE7" w:rsidRPr="00815E48" w:rsidRDefault="00053BE7" w:rsidP="1480DE8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1480DE8D">
        <w:rPr>
          <w:rFonts w:ascii="Corbel" w:hAnsi="Corbel"/>
          <w:i/>
          <w:iCs/>
          <w:sz w:val="24"/>
          <w:szCs w:val="24"/>
        </w:rPr>
        <w:t xml:space="preserve">Załącznik nr 1.5 do Zarządzenia Rektora </w:t>
      </w:r>
      <w:proofErr w:type="spellStart"/>
      <w:r w:rsidRPr="1480DE8D">
        <w:rPr>
          <w:rFonts w:ascii="Corbel" w:hAnsi="Corbel"/>
          <w:i/>
          <w:iCs/>
          <w:sz w:val="24"/>
          <w:szCs w:val="24"/>
        </w:rPr>
        <w:t>UR</w:t>
      </w:r>
      <w:proofErr w:type="spellEnd"/>
      <w:r w:rsidRPr="1480DE8D">
        <w:rPr>
          <w:rFonts w:ascii="Corbel" w:hAnsi="Corbel"/>
          <w:i/>
          <w:iCs/>
          <w:sz w:val="24"/>
          <w:szCs w:val="24"/>
        </w:rPr>
        <w:t xml:space="preserve"> nr 12/2019</w:t>
      </w:r>
    </w:p>
    <w:p w14:paraId="41B599B5" w14:textId="77777777" w:rsidR="00053BE7" w:rsidRPr="00815E48" w:rsidRDefault="00053BE7" w:rsidP="00053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22C5F82" w14:textId="33506AA2" w:rsidR="0085747A" w:rsidRPr="008250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25055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25055">
        <w:rPr>
          <w:rFonts w:ascii="Corbel" w:hAnsi="Corbel"/>
          <w:i/>
          <w:smallCaps/>
          <w:sz w:val="24"/>
          <w:szCs w:val="24"/>
        </w:rPr>
        <w:t xml:space="preserve"> 202</w:t>
      </w:r>
      <w:r w:rsidR="00DA35B4">
        <w:rPr>
          <w:rFonts w:ascii="Corbel" w:hAnsi="Corbel"/>
          <w:i/>
          <w:smallCaps/>
          <w:sz w:val="24"/>
          <w:szCs w:val="24"/>
        </w:rPr>
        <w:t>1</w:t>
      </w:r>
      <w:r w:rsidR="00DC6D0C" w:rsidRPr="00825055">
        <w:rPr>
          <w:rFonts w:ascii="Corbel" w:hAnsi="Corbel"/>
          <w:i/>
          <w:smallCaps/>
          <w:sz w:val="24"/>
          <w:szCs w:val="24"/>
        </w:rPr>
        <w:t>-202</w:t>
      </w:r>
      <w:r w:rsidR="00DA35B4">
        <w:rPr>
          <w:rFonts w:ascii="Corbel" w:hAnsi="Corbel"/>
          <w:i/>
          <w:smallCaps/>
          <w:sz w:val="24"/>
          <w:szCs w:val="24"/>
        </w:rPr>
        <w:t>4</w:t>
      </w:r>
    </w:p>
    <w:p w14:paraId="5136EA45" w14:textId="77E43F94" w:rsidR="00445970" w:rsidRPr="00EA4832" w:rsidRDefault="00445970" w:rsidP="00005A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60197">
        <w:rPr>
          <w:rFonts w:ascii="Corbel" w:hAnsi="Corbel"/>
          <w:sz w:val="20"/>
          <w:szCs w:val="20"/>
        </w:rPr>
        <w:t>202</w:t>
      </w:r>
      <w:r w:rsidR="00DA35B4">
        <w:rPr>
          <w:rFonts w:ascii="Corbel" w:hAnsi="Corbel"/>
          <w:sz w:val="20"/>
          <w:szCs w:val="20"/>
        </w:rPr>
        <w:t>3</w:t>
      </w:r>
      <w:r w:rsidR="00360197">
        <w:rPr>
          <w:rFonts w:ascii="Corbel" w:hAnsi="Corbel"/>
          <w:sz w:val="20"/>
          <w:szCs w:val="20"/>
        </w:rPr>
        <w:t>/202</w:t>
      </w:r>
      <w:r w:rsidR="00DA35B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2C631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242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0E62B9" w14:textId="77777777" w:rsidTr="57C1B116">
        <w:tc>
          <w:tcPr>
            <w:tcW w:w="2694" w:type="dxa"/>
            <w:vAlign w:val="center"/>
          </w:tcPr>
          <w:p w14:paraId="7C9F87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33614" w14:textId="07AA3843" w:rsidR="0085747A" w:rsidRPr="009C54AE" w:rsidRDefault="00360197" w:rsidP="57C1B1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1B116">
              <w:rPr>
                <w:rFonts w:ascii="Corbel" w:hAnsi="Corbel"/>
                <w:b w:val="0"/>
                <w:sz w:val="24"/>
                <w:szCs w:val="24"/>
              </w:rPr>
              <w:t>Komputerowe wspomaganie procesów podejmowania decyzji</w:t>
            </w:r>
          </w:p>
        </w:tc>
      </w:tr>
      <w:tr w:rsidR="0085747A" w:rsidRPr="009C54AE" w14:paraId="3CB42FB8" w14:textId="77777777" w:rsidTr="57C1B116">
        <w:tc>
          <w:tcPr>
            <w:tcW w:w="2694" w:type="dxa"/>
            <w:vAlign w:val="center"/>
          </w:tcPr>
          <w:p w14:paraId="15EE3B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37DF6" w14:textId="45EB8CD2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360197">
              <w:rPr>
                <w:rFonts w:ascii="Corbel" w:hAnsi="Corbel"/>
                <w:b w:val="0"/>
                <w:sz w:val="24"/>
                <w:szCs w:val="24"/>
              </w:rPr>
              <w:t>/C-1.12.a</w:t>
            </w:r>
          </w:p>
        </w:tc>
      </w:tr>
      <w:tr w:rsidR="0085747A" w:rsidRPr="009C54AE" w14:paraId="4DCBF264" w14:textId="77777777" w:rsidTr="57C1B116">
        <w:tc>
          <w:tcPr>
            <w:tcW w:w="2694" w:type="dxa"/>
            <w:vAlign w:val="center"/>
          </w:tcPr>
          <w:p w14:paraId="6797684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895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B22336" w14:textId="77777777" w:rsidTr="57C1B116">
        <w:tc>
          <w:tcPr>
            <w:tcW w:w="2694" w:type="dxa"/>
            <w:vAlign w:val="center"/>
          </w:tcPr>
          <w:p w14:paraId="241EB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C7A71" w14:textId="6FC3AAB4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BACBF90" w14:textId="77777777" w:rsidTr="57C1B116">
        <w:tc>
          <w:tcPr>
            <w:tcW w:w="2694" w:type="dxa"/>
            <w:vAlign w:val="center"/>
          </w:tcPr>
          <w:p w14:paraId="29FD80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29E7C1" w14:textId="5CCB316A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953BAF" w14:textId="77777777" w:rsidTr="57C1B116">
        <w:tc>
          <w:tcPr>
            <w:tcW w:w="2694" w:type="dxa"/>
            <w:vAlign w:val="center"/>
          </w:tcPr>
          <w:p w14:paraId="3D3DD9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C408E0" w14:textId="7E105BCF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FD57415" w14:textId="77777777" w:rsidTr="57C1B116">
        <w:tc>
          <w:tcPr>
            <w:tcW w:w="2694" w:type="dxa"/>
            <w:vAlign w:val="center"/>
          </w:tcPr>
          <w:p w14:paraId="6F1F9F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D9C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4707852" w14:textId="77777777" w:rsidTr="57C1B116">
        <w:tc>
          <w:tcPr>
            <w:tcW w:w="2694" w:type="dxa"/>
            <w:vAlign w:val="center"/>
          </w:tcPr>
          <w:p w14:paraId="0AD315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0BC30" w14:textId="53E2A75B" w:rsidR="0085747A" w:rsidRPr="00D4504B" w:rsidRDefault="00D450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4504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289918F" w14:textId="77777777" w:rsidTr="57C1B116">
        <w:tc>
          <w:tcPr>
            <w:tcW w:w="2694" w:type="dxa"/>
            <w:vAlign w:val="center"/>
          </w:tcPr>
          <w:p w14:paraId="79C4B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BDE868" w14:textId="5530A853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AEFE2B4" w14:textId="77777777" w:rsidTr="57C1B116">
        <w:tc>
          <w:tcPr>
            <w:tcW w:w="2694" w:type="dxa"/>
            <w:vAlign w:val="center"/>
          </w:tcPr>
          <w:p w14:paraId="62A1E2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CFB41" w14:textId="46B657C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E4D84F" w14:textId="77777777" w:rsidTr="57C1B116">
        <w:tc>
          <w:tcPr>
            <w:tcW w:w="2694" w:type="dxa"/>
            <w:vAlign w:val="center"/>
          </w:tcPr>
          <w:p w14:paraId="4FD8D10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8F2BB" w14:textId="1E8A03AB" w:rsidR="00923D7D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A4EA3CD" w14:textId="77777777" w:rsidTr="57C1B116">
        <w:tc>
          <w:tcPr>
            <w:tcW w:w="2694" w:type="dxa"/>
            <w:vAlign w:val="center"/>
          </w:tcPr>
          <w:p w14:paraId="524B2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46620" w14:textId="4A2EBC55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03B61A6C" w14:textId="77777777" w:rsidTr="57C1B116">
        <w:tc>
          <w:tcPr>
            <w:tcW w:w="2694" w:type="dxa"/>
            <w:vAlign w:val="center"/>
          </w:tcPr>
          <w:p w14:paraId="35EEE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ADD3C" w14:textId="374414E0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60197">
              <w:rPr>
                <w:rFonts w:ascii="Corbel" w:hAnsi="Corbel"/>
                <w:b w:val="0"/>
                <w:sz w:val="24"/>
                <w:szCs w:val="24"/>
              </w:rPr>
              <w:t xml:space="preserve">Maria 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7C20499E" w14:textId="79A7EDC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2766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B52E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D6361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E674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1B066D" w14:textId="77777777" w:rsidTr="004C22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2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F465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6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B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5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8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6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1A3E589" w14:textId="77777777" w:rsidTr="004C22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D2D" w14:textId="076F0C2F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79C" w14:textId="58A680A6" w:rsidR="00015B8F" w:rsidRPr="009C54AE" w:rsidRDefault="00D450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72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6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9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A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DE7C" w14:textId="2F3D661B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9504E" w14:textId="6182DA9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AAF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CBD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8819F" w14:textId="77777777" w:rsidR="00FF4F74" w:rsidRDefault="00FF4F74" w:rsidP="00FF4F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C16656" w14:textId="77777777" w:rsidR="00FF4F74" w:rsidRPr="00FF4F74" w:rsidRDefault="00FF4F74" w:rsidP="00FF4F7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F4F7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F4F74">
        <w:rPr>
          <w:rStyle w:val="normaltextrun"/>
          <w:rFonts w:ascii="Corbel" w:hAnsi="Corbel" w:cs="Segoe UI"/>
          <w:smallCaps w:val="0"/>
          <w:szCs w:val="24"/>
        </w:rPr>
        <w:t> </w:t>
      </w:r>
      <w:r w:rsidRPr="00FF4F7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F4F7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4C040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643900" w14:textId="28555CE4" w:rsidR="00E22FBC" w:rsidRPr="009C54AE" w:rsidRDefault="00E22FBC" w:rsidP="1480DE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80DE8D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480DE8D">
        <w:rPr>
          <w:rFonts w:ascii="Corbel" w:hAnsi="Corbel"/>
          <w:smallCaps w:val="0"/>
        </w:rPr>
        <w:t>For</w:t>
      </w:r>
      <w:r w:rsidR="00445970" w:rsidRPr="1480DE8D">
        <w:rPr>
          <w:rFonts w:ascii="Corbel" w:hAnsi="Corbel"/>
          <w:smallCaps w:val="0"/>
        </w:rPr>
        <w:t xml:space="preserve">ma zaliczenia przedmiotu </w:t>
      </w:r>
      <w:r w:rsidRPr="1480DE8D">
        <w:rPr>
          <w:rFonts w:ascii="Corbel" w:hAnsi="Corbel"/>
          <w:smallCaps w:val="0"/>
        </w:rPr>
        <w:t xml:space="preserve">(z toku) </w:t>
      </w:r>
      <w:r w:rsidRPr="1480DE8D">
        <w:rPr>
          <w:rFonts w:ascii="Corbel" w:hAnsi="Corbel"/>
          <w:b w:val="0"/>
          <w:smallCaps w:val="0"/>
        </w:rPr>
        <w:t>(egzamin</w:t>
      </w:r>
      <w:bookmarkStart w:id="2" w:name="_Hlk54265157"/>
      <w:r w:rsidRPr="1480DE8D">
        <w:rPr>
          <w:rFonts w:ascii="Corbel" w:hAnsi="Corbel"/>
          <w:b w:val="0"/>
          <w:smallCaps w:val="0"/>
        </w:rPr>
        <w:t>, zaliczenie z oceną</w:t>
      </w:r>
      <w:bookmarkEnd w:id="2"/>
      <w:r w:rsidRPr="1480DE8D">
        <w:rPr>
          <w:rFonts w:ascii="Corbel" w:hAnsi="Corbel"/>
          <w:b w:val="0"/>
          <w:smallCaps w:val="0"/>
        </w:rPr>
        <w:t>, zaliczenie bez oceny)</w:t>
      </w:r>
    </w:p>
    <w:p w14:paraId="69EB92A8" w14:textId="2A1F1FB1" w:rsidR="009C54AE" w:rsidRDefault="007C7950" w:rsidP="00825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</w:t>
      </w:r>
      <w:r w:rsidRPr="00825055">
        <w:rPr>
          <w:rFonts w:ascii="Corbel" w:hAnsi="Corbel"/>
          <w:b w:val="0"/>
          <w:smallCaps w:val="0"/>
          <w:szCs w:val="24"/>
        </w:rPr>
        <w:t>zaliczenie z oceną</w:t>
      </w:r>
    </w:p>
    <w:p w14:paraId="0D6639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C87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66A48" w14:textId="77777777" w:rsidTr="00745302">
        <w:tc>
          <w:tcPr>
            <w:tcW w:w="9670" w:type="dxa"/>
          </w:tcPr>
          <w:p w14:paraId="2087550C" w14:textId="67F6E862" w:rsidR="0085747A" w:rsidRPr="009C54AE" w:rsidRDefault="007C7950" w:rsidP="007C79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statystyki i ekonometrii.</w:t>
            </w:r>
          </w:p>
        </w:tc>
      </w:tr>
    </w:tbl>
    <w:p w14:paraId="76B7F3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6B120" w14:textId="4B304FA3" w:rsidR="0085747A" w:rsidRPr="00C05F44" w:rsidRDefault="0071620A" w:rsidP="1480DE8D">
      <w:pPr>
        <w:pStyle w:val="Punktygwne"/>
        <w:spacing w:before="0" w:after="0"/>
        <w:rPr>
          <w:rFonts w:ascii="Corbel" w:hAnsi="Corbel"/>
        </w:rPr>
      </w:pPr>
      <w:r w:rsidRPr="1480DE8D">
        <w:rPr>
          <w:rFonts w:ascii="Corbel" w:hAnsi="Corbel"/>
        </w:rPr>
        <w:t>3.</w:t>
      </w:r>
      <w:r w:rsidR="004C2271" w:rsidRPr="1480DE8D">
        <w:rPr>
          <w:rFonts w:ascii="Corbel" w:hAnsi="Corbel"/>
        </w:rPr>
        <w:t>C</w:t>
      </w:r>
      <w:r w:rsidR="00A84C85" w:rsidRPr="1480DE8D">
        <w:rPr>
          <w:rFonts w:ascii="Corbel" w:hAnsi="Corbel"/>
        </w:rPr>
        <w:t>ele, efekty uczenia się</w:t>
      </w:r>
      <w:r w:rsidR="0085747A" w:rsidRPr="1480DE8D">
        <w:rPr>
          <w:rFonts w:ascii="Corbel" w:hAnsi="Corbel"/>
        </w:rPr>
        <w:t xml:space="preserve">, treści </w:t>
      </w:r>
      <w:r w:rsidR="004C2271" w:rsidRPr="1480DE8D">
        <w:rPr>
          <w:rFonts w:ascii="Corbel" w:hAnsi="Corbel"/>
        </w:rPr>
        <w:t>p</w:t>
      </w:r>
      <w:r w:rsidR="0085747A" w:rsidRPr="1480DE8D">
        <w:rPr>
          <w:rFonts w:ascii="Corbel" w:hAnsi="Corbel"/>
        </w:rPr>
        <w:t xml:space="preserve">rogramowe i stosowane metody </w:t>
      </w:r>
      <w:r w:rsidR="004C2271" w:rsidRPr="1480DE8D">
        <w:rPr>
          <w:rFonts w:ascii="Corbel" w:hAnsi="Corbel"/>
        </w:rPr>
        <w:t>d</w:t>
      </w:r>
      <w:r w:rsidR="0085747A" w:rsidRPr="1480DE8D">
        <w:rPr>
          <w:rFonts w:ascii="Corbel" w:hAnsi="Corbel"/>
        </w:rPr>
        <w:t>ydaktyczne</w:t>
      </w:r>
    </w:p>
    <w:p w14:paraId="57F5E0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BF0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2AAD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59518E" w14:textId="77777777" w:rsidTr="00923D7D">
        <w:tc>
          <w:tcPr>
            <w:tcW w:w="851" w:type="dxa"/>
            <w:vAlign w:val="center"/>
          </w:tcPr>
          <w:p w14:paraId="01591ED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018BB4" w14:textId="343A34CC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Opanowanie przez studentów pewnego zbioru metod, procedur i algorytmów wspomagających proces podejmowania decyzji.</w:t>
            </w:r>
          </w:p>
        </w:tc>
      </w:tr>
      <w:tr w:rsidR="0085747A" w:rsidRPr="009C54AE" w14:paraId="663725F0" w14:textId="77777777" w:rsidTr="00923D7D">
        <w:tc>
          <w:tcPr>
            <w:tcW w:w="851" w:type="dxa"/>
            <w:vAlign w:val="center"/>
          </w:tcPr>
          <w:p w14:paraId="669A9FBB" w14:textId="12630EB8" w:rsidR="0085747A" w:rsidRPr="009C54AE" w:rsidRDefault="007C79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7950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4EEBF8B" w14:textId="6FF91E66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85747A" w:rsidRPr="009C54AE" w14:paraId="37A7EA0B" w14:textId="77777777" w:rsidTr="00923D7D">
        <w:tc>
          <w:tcPr>
            <w:tcW w:w="851" w:type="dxa"/>
            <w:vAlign w:val="center"/>
          </w:tcPr>
          <w:p w14:paraId="6CB75E59" w14:textId="74A8199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9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1AB6754" w14:textId="38B1401F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3FCA6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6008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4204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E6A5CC" w14:textId="77777777" w:rsidTr="1480DE8D">
        <w:tc>
          <w:tcPr>
            <w:tcW w:w="1701" w:type="dxa"/>
            <w:vAlign w:val="center"/>
          </w:tcPr>
          <w:p w14:paraId="4DA4E5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FE15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822473" w14:textId="77777777" w:rsidTr="1480DE8D">
        <w:tc>
          <w:tcPr>
            <w:tcW w:w="1701" w:type="dxa"/>
          </w:tcPr>
          <w:p w14:paraId="7E7371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C4055E" w14:textId="1DFFF313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analizować dane niezbędne w procesie podejmowania decyzji za pomocą arkuszy kalkulacyjnych.</w:t>
            </w:r>
          </w:p>
        </w:tc>
        <w:tc>
          <w:tcPr>
            <w:tcW w:w="1873" w:type="dxa"/>
          </w:tcPr>
          <w:p w14:paraId="34F025F6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40EA94F" w14:textId="7BED2A60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0F79D4CC" w14:textId="77777777" w:rsidTr="1480DE8D">
        <w:tc>
          <w:tcPr>
            <w:tcW w:w="1701" w:type="dxa"/>
          </w:tcPr>
          <w:p w14:paraId="08BD2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90A877" w14:textId="4198F6E5" w:rsidR="0085747A" w:rsidRPr="009C54AE" w:rsidRDefault="000937A6" w:rsidP="1480D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80DE8D">
              <w:rPr>
                <w:rFonts w:ascii="Corbel" w:hAnsi="Corbel"/>
                <w:b w:val="0"/>
                <w:smallCaps w:val="0"/>
              </w:rPr>
              <w:t>Wykorzystując wiedzę ekonomiczną, potrafi rozwiązać za pomocą komputera typowy problem decyzyjny oraz zaprezentować i zinterpretować wyniki.</w:t>
            </w:r>
          </w:p>
        </w:tc>
        <w:tc>
          <w:tcPr>
            <w:tcW w:w="1873" w:type="dxa"/>
          </w:tcPr>
          <w:p w14:paraId="7AD1455C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95EE723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79BCFA5" w14:textId="58D60859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5747A" w:rsidRPr="009C54AE" w14:paraId="163761FC" w14:textId="77777777" w:rsidTr="1480DE8D">
        <w:tc>
          <w:tcPr>
            <w:tcW w:w="1701" w:type="dxa"/>
          </w:tcPr>
          <w:p w14:paraId="4FE54025" w14:textId="78C74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37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DAA176" w14:textId="08272324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zastosować metody programowania sieciowego do rozwiązywania problemów decyzyjnych oraz zaprezentować otrzymane wyniki.</w:t>
            </w:r>
          </w:p>
        </w:tc>
        <w:tc>
          <w:tcPr>
            <w:tcW w:w="1873" w:type="dxa"/>
          </w:tcPr>
          <w:p w14:paraId="26EA368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39B4E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70F36C" w14:textId="7ADCD02F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6939B643" w14:textId="77777777" w:rsidTr="1480DE8D">
        <w:tc>
          <w:tcPr>
            <w:tcW w:w="1701" w:type="dxa"/>
          </w:tcPr>
          <w:p w14:paraId="0E244140" w14:textId="3D1F5921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FE7F690" w14:textId="091558FF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Wykonuje proste symulacje komputerowe dotyczące przebiegu zjawisk i procesów gospodarczych.</w:t>
            </w:r>
          </w:p>
        </w:tc>
        <w:tc>
          <w:tcPr>
            <w:tcW w:w="1873" w:type="dxa"/>
          </w:tcPr>
          <w:p w14:paraId="4464F998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EAC2A3" w14:textId="70C826EA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48B57A85" w14:textId="77777777" w:rsidTr="1480DE8D">
        <w:tc>
          <w:tcPr>
            <w:tcW w:w="1701" w:type="dxa"/>
          </w:tcPr>
          <w:p w14:paraId="036E67FF" w14:textId="1D735E10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D985483" w14:textId="0D9D073C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 decyzyjnego i wyznacza decyzje optymalne</w:t>
            </w:r>
          </w:p>
        </w:tc>
        <w:tc>
          <w:tcPr>
            <w:tcW w:w="1873" w:type="dxa"/>
          </w:tcPr>
          <w:p w14:paraId="17EF0C3F" w14:textId="6CBF2518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B6B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A4E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CED3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F4C7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9DC360" w14:textId="77777777" w:rsidTr="000937A6">
        <w:tc>
          <w:tcPr>
            <w:tcW w:w="9520" w:type="dxa"/>
          </w:tcPr>
          <w:p w14:paraId="1E980F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A7A6B5" w14:textId="77777777" w:rsidTr="000937A6">
        <w:tc>
          <w:tcPr>
            <w:tcW w:w="9520" w:type="dxa"/>
          </w:tcPr>
          <w:p w14:paraId="215D12D1" w14:textId="2AE46838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Możliwości zastosowania arkuszy kalkulacyjnych do analizy danych niezbędnych w procesie podejmowania decyzji.</w:t>
            </w:r>
          </w:p>
        </w:tc>
      </w:tr>
      <w:tr w:rsidR="0085747A" w:rsidRPr="009C54AE" w14:paraId="60A6D3BD" w14:textId="77777777" w:rsidTr="000937A6">
        <w:tc>
          <w:tcPr>
            <w:tcW w:w="9520" w:type="dxa"/>
          </w:tcPr>
          <w:p w14:paraId="5CB32BDE" w14:textId="284800D5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 xml:space="preserve">Wybrane zastosowania arkuszy kalkulacyjnych do wyznaczania decyzji optymalnych. Zasady budowy modeli dla problemów występujących najczęściej w praktyce. Możliwości wykorzystania dodatku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398768C" w14:textId="77777777" w:rsidTr="000937A6">
        <w:tc>
          <w:tcPr>
            <w:tcW w:w="9520" w:type="dxa"/>
          </w:tcPr>
          <w:p w14:paraId="7B15EFAB" w14:textId="4FB759F9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występowania wielu kryteriów oceny decyzji.</w:t>
            </w:r>
          </w:p>
        </w:tc>
      </w:tr>
      <w:tr w:rsidR="000937A6" w:rsidRPr="009C54AE" w14:paraId="72BF0EB1" w14:textId="77777777" w:rsidTr="000937A6">
        <w:tc>
          <w:tcPr>
            <w:tcW w:w="9520" w:type="dxa"/>
          </w:tcPr>
          <w:p w14:paraId="4B901D40" w14:textId="098E179B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0937A6" w:rsidRPr="009C54AE" w14:paraId="073C1DAF" w14:textId="77777777" w:rsidTr="000937A6">
        <w:tc>
          <w:tcPr>
            <w:tcW w:w="9520" w:type="dxa"/>
          </w:tcPr>
          <w:p w14:paraId="6C36A3F0" w14:textId="75ECC314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 xml:space="preserve">Metody wykorzystywane w zarządzaniu projektami – metoda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CPM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CPM-Cost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>, PERT.</w:t>
            </w:r>
          </w:p>
        </w:tc>
      </w:tr>
      <w:tr w:rsidR="000937A6" w:rsidRPr="009C54AE" w14:paraId="5CD5868F" w14:textId="77777777" w:rsidTr="000937A6">
        <w:tc>
          <w:tcPr>
            <w:tcW w:w="9520" w:type="dxa"/>
          </w:tcPr>
          <w:p w14:paraId="2D34C77B" w14:textId="208483D5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Rozwiązywanie problemów decyzyjnych za pomocą symulacji. Analizy „co – jeśli”. Model deterministyczny i stochastyczny wybranego zjawiska ekonomicznego – porównanie. Przykład symulacji dynamicznej (analiza efektów różnych wariantów podejmowanej decyzji).</w:t>
            </w:r>
          </w:p>
        </w:tc>
      </w:tr>
    </w:tbl>
    <w:p w14:paraId="5B08A3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1E9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07A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13EEE" w14:textId="185FA558" w:rsidR="00E960BB" w:rsidRPr="0046413C" w:rsidRDefault="00464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6413C">
        <w:rPr>
          <w:rFonts w:ascii="Corbel" w:hAnsi="Corbel"/>
          <w:b w:val="0"/>
          <w:bCs/>
          <w:smallCaps w:val="0"/>
          <w:szCs w:val="24"/>
        </w:rPr>
        <w:t>Ćwiczenia obejmujące rozwiązywanie zadań (problemów decyzyjnych) za pomocą komputera –praca w laboratorium.</w:t>
      </w:r>
    </w:p>
    <w:p w14:paraId="6C17D9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812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DFF7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B2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3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FAB9B5" w14:textId="77777777" w:rsidTr="00763A35">
        <w:tc>
          <w:tcPr>
            <w:tcW w:w="1962" w:type="dxa"/>
            <w:vAlign w:val="center"/>
          </w:tcPr>
          <w:p w14:paraId="2F4AD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3A56B" w14:textId="57BB3B96" w:rsidR="0085747A" w:rsidRPr="00005A66" w:rsidRDefault="00F974D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01503B2C" w14:textId="0D6CD6AA" w:rsidR="0085747A" w:rsidRPr="009C54AE" w:rsidRDefault="0085747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8DF4C82" w14:textId="77777777" w:rsidTr="00763A35">
        <w:tc>
          <w:tcPr>
            <w:tcW w:w="1962" w:type="dxa"/>
          </w:tcPr>
          <w:p w14:paraId="16B353D6" w14:textId="72FADAAC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8A3FA27" w14:textId="3C7D4AEF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C099F6" w14:textId="3871C59C" w:rsidR="0085747A" w:rsidRPr="009C54AE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69F11650" w14:textId="77777777" w:rsidTr="00763A35">
        <w:tc>
          <w:tcPr>
            <w:tcW w:w="1962" w:type="dxa"/>
          </w:tcPr>
          <w:p w14:paraId="7986DE68" w14:textId="47CF222C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60F2B0D" w14:textId="2B9A71DE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EF36185" w14:textId="0979B8FB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3CFE2F28" w14:textId="77777777" w:rsidTr="00763A35">
        <w:tc>
          <w:tcPr>
            <w:tcW w:w="1962" w:type="dxa"/>
          </w:tcPr>
          <w:p w14:paraId="6F826D48" w14:textId="1C84739A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9A75A4A" w14:textId="54DD2357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43FC1E5" w14:textId="1DBA3986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273C9655" w14:textId="77777777" w:rsidTr="00763A35">
        <w:tc>
          <w:tcPr>
            <w:tcW w:w="1962" w:type="dxa"/>
          </w:tcPr>
          <w:p w14:paraId="6AFDA53A" w14:textId="1DE30E4C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FB8A07A" w14:textId="214BF79F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F12C49" w14:textId="0C3D86F7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4AE2DB3E" w14:textId="77777777" w:rsidTr="00763A35">
        <w:tc>
          <w:tcPr>
            <w:tcW w:w="1962" w:type="dxa"/>
          </w:tcPr>
          <w:p w14:paraId="1D860049" w14:textId="1257A556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C5A126" w14:textId="6BB471A5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C4043A" w14:textId="2F6F6C4A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0F1E3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4DA3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255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580F4" w14:textId="77777777" w:rsidTr="31E81A91">
        <w:tc>
          <w:tcPr>
            <w:tcW w:w="9670" w:type="dxa"/>
          </w:tcPr>
          <w:p w14:paraId="7FE4EC98" w14:textId="5E56626C" w:rsidR="0085747A" w:rsidRPr="009C54AE" w:rsidRDefault="006132A6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>Warunkiem zaliczenia przedmiotu jest otrzymanie pozytywnych ocen z kolokwiów. Oceny ustalane są na podstawie liczby uzyskanych punktów: [0%-5</w:t>
            </w:r>
            <w:r w:rsidR="4F4A78C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[5</w:t>
            </w:r>
            <w:r w:rsidR="490364F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%-6</w:t>
            </w:r>
            <w:r w:rsidR="7B4EE44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[6</w:t>
            </w:r>
            <w:r w:rsidR="64E4B11D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%-7</w:t>
            </w:r>
            <w:r w:rsidR="7339BD89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7B30E851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%-8</w:t>
            </w:r>
            <w:r w:rsidR="73A8F9DF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[8</w:t>
            </w:r>
            <w:r w:rsidR="3F3EB21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plus, [91%-100%)]</w:t>
            </w:r>
            <w:r w:rsidR="00F73930" w:rsidRPr="31E81A9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1E81A91">
              <w:rPr>
                <w:rFonts w:ascii="Corbel" w:hAnsi="Corbel"/>
                <w:b w:val="0"/>
                <w:smallCaps w:val="0"/>
              </w:rPr>
              <w:t>– bdb. Na podstawie liczby uzyskanych punktów ustalana jest również ocena końcowa na zaliczenie.</w:t>
            </w:r>
          </w:p>
        </w:tc>
      </w:tr>
    </w:tbl>
    <w:p w14:paraId="4740BC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592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43FA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05E82" w14:textId="77777777" w:rsidTr="003E1941">
        <w:tc>
          <w:tcPr>
            <w:tcW w:w="4962" w:type="dxa"/>
            <w:vAlign w:val="center"/>
          </w:tcPr>
          <w:p w14:paraId="0961EB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4FED1" w14:textId="3A597C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2766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01051" w14:textId="77777777" w:rsidTr="00923D7D">
        <w:tc>
          <w:tcPr>
            <w:tcW w:w="4962" w:type="dxa"/>
          </w:tcPr>
          <w:p w14:paraId="0BA67F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D6745DE" w14:textId="1793085C" w:rsidR="0085747A" w:rsidRPr="009C54AE" w:rsidRDefault="00D4504B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486540" w14:textId="77777777" w:rsidTr="00923D7D">
        <w:tc>
          <w:tcPr>
            <w:tcW w:w="4962" w:type="dxa"/>
          </w:tcPr>
          <w:p w14:paraId="0DAED5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00C82" w14:textId="50AED1C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FC7CB1" w14:textId="5DB3B5A2" w:rsidR="00C61DC5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A9AE25" w14:textId="77777777" w:rsidTr="00923D7D">
        <w:tc>
          <w:tcPr>
            <w:tcW w:w="4962" w:type="dxa"/>
          </w:tcPr>
          <w:p w14:paraId="3515FB33" w14:textId="50C7452B" w:rsidR="00C61DC5" w:rsidRPr="009C54AE" w:rsidRDefault="00C61DC5" w:rsidP="00005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przygotowanie do zajęć</w:t>
            </w:r>
            <w:r w:rsidR="00825055">
              <w:rPr>
                <w:rFonts w:ascii="Corbel" w:hAnsi="Corbel"/>
                <w:sz w:val="24"/>
                <w:szCs w:val="24"/>
              </w:rPr>
              <w:t xml:space="preserve"> </w:t>
            </w:r>
            <w:r w:rsidR="004101C0">
              <w:rPr>
                <w:rFonts w:ascii="Corbel" w:hAnsi="Corbel"/>
                <w:sz w:val="24"/>
                <w:szCs w:val="24"/>
              </w:rPr>
              <w:t xml:space="preserve">i </w:t>
            </w:r>
            <w:r w:rsidR="00520618" w:rsidRPr="00520618">
              <w:rPr>
                <w:rFonts w:ascii="Corbel" w:hAnsi="Corbel"/>
                <w:sz w:val="24"/>
                <w:szCs w:val="24"/>
              </w:rPr>
              <w:t>kolokwiów</w:t>
            </w:r>
          </w:p>
        </w:tc>
        <w:tc>
          <w:tcPr>
            <w:tcW w:w="4677" w:type="dxa"/>
          </w:tcPr>
          <w:p w14:paraId="2752A5A7" w14:textId="477677AC" w:rsidR="00C61DC5" w:rsidRPr="009C54AE" w:rsidRDefault="00D4504B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E9E036E" w14:textId="77777777" w:rsidTr="00923D7D">
        <w:tc>
          <w:tcPr>
            <w:tcW w:w="4962" w:type="dxa"/>
          </w:tcPr>
          <w:p w14:paraId="108A76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1C98E" w14:textId="79AC3D10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CB4E9" w14:textId="77777777" w:rsidTr="00923D7D">
        <w:tc>
          <w:tcPr>
            <w:tcW w:w="4962" w:type="dxa"/>
          </w:tcPr>
          <w:p w14:paraId="0EF691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43F0698" w14:textId="5FAF995A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511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5D3D6C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4A8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2C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B05CAD" w14:textId="77777777" w:rsidTr="00005A66">
        <w:trPr>
          <w:trHeight w:val="397"/>
        </w:trPr>
        <w:tc>
          <w:tcPr>
            <w:tcW w:w="4082" w:type="dxa"/>
          </w:tcPr>
          <w:p w14:paraId="187253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6E4B1" w14:textId="160DF84A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4BDE00" w14:textId="77777777" w:rsidTr="00005A66">
        <w:trPr>
          <w:trHeight w:val="397"/>
        </w:trPr>
        <w:tc>
          <w:tcPr>
            <w:tcW w:w="4082" w:type="dxa"/>
          </w:tcPr>
          <w:p w14:paraId="0EE03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55D7FD" w14:textId="30FAE847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907E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0E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F37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FAF8FB0" w14:textId="77777777" w:rsidTr="31E81A91">
        <w:trPr>
          <w:trHeight w:val="397"/>
        </w:trPr>
        <w:tc>
          <w:tcPr>
            <w:tcW w:w="9497" w:type="dxa"/>
          </w:tcPr>
          <w:p w14:paraId="1FD9577F" w14:textId="77777777" w:rsidR="0085747A" w:rsidRDefault="0085747A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11FCA3FD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1. Kukuła K. (red.), Badania operacyjne w przykładach i zadaniach, PWN, Warszawa 2016.</w:t>
            </w:r>
          </w:p>
          <w:p w14:paraId="242BDD14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Lipiec-Zajchowska M. (red.), Wspomaganie procesów decyzyjnych. Tom III. Badania operacyjne, C. H. Beck, 2003.</w:t>
            </w:r>
          </w:p>
          <w:p w14:paraId="549BFFC2" w14:textId="41CD1CA3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3. Nowak M., Symulacja komputerowa w problemach decyzyjnych, </w:t>
            </w:r>
            <w:proofErr w:type="spellStart"/>
            <w:r w:rsidRPr="00DE5ADE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DE5ADE">
              <w:rPr>
                <w:rFonts w:ascii="Corbel" w:hAnsi="Corbel"/>
                <w:b w:val="0"/>
                <w:smallCaps w:val="0"/>
                <w:szCs w:val="24"/>
              </w:rPr>
              <w:t>, Katowice 2007.</w:t>
            </w:r>
          </w:p>
        </w:tc>
      </w:tr>
      <w:tr w:rsidR="0085747A" w:rsidRPr="009C54AE" w14:paraId="5D49F200" w14:textId="77777777" w:rsidTr="31E81A91">
        <w:trPr>
          <w:trHeight w:val="397"/>
        </w:trPr>
        <w:tc>
          <w:tcPr>
            <w:tcW w:w="9497" w:type="dxa"/>
          </w:tcPr>
          <w:p w14:paraId="138F49E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907DF" w14:textId="2962BDB9" w:rsidR="00DE5ADE" w:rsidRPr="00DE5ADE" w:rsidRDefault="48B7E589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="7E40430A" w:rsidRPr="31E81A91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 M., Wyznaczanie decyzji optymalnych za pomocą dodatku </w:t>
            </w:r>
            <w:proofErr w:type="spellStart"/>
            <w:r w:rsidR="7E40430A" w:rsidRPr="31E81A91">
              <w:rPr>
                <w:rFonts w:ascii="Corbel" w:hAnsi="Corbel"/>
                <w:b w:val="0"/>
                <w:smallCaps w:val="0"/>
              </w:rPr>
              <w:t>Solver</w:t>
            </w:r>
            <w:proofErr w:type="spellEnd"/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 [W:]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Hales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C. (red.), Wykorzystanie narzędzi informatycznych w naukach ekonomicznych. Przykłady i zadania, Wydawnictwo Uniwersytetu Rzeszowskiego 2007.</w:t>
            </w:r>
          </w:p>
          <w:p w14:paraId="060FB2A2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Sikora W. (red.), Badania operacyjne, PWE, Warszawa 2008.</w:t>
            </w:r>
          </w:p>
          <w:p w14:paraId="0D284774" w14:textId="1DC37ED5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3. Szymczak M. (red.), Decyzje logistyczne z Excelem, </w:t>
            </w:r>
            <w:proofErr w:type="spellStart"/>
            <w:r w:rsidRPr="00DE5A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8D5C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C85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CBD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7A588" w14:textId="77777777" w:rsidR="007779BD" w:rsidRDefault="007779BD" w:rsidP="00C16ABF">
      <w:pPr>
        <w:spacing w:after="0" w:line="240" w:lineRule="auto"/>
      </w:pPr>
      <w:r>
        <w:separator/>
      </w:r>
    </w:p>
  </w:endnote>
  <w:endnote w:type="continuationSeparator" w:id="0">
    <w:p w14:paraId="704F07B9" w14:textId="77777777" w:rsidR="007779BD" w:rsidRDefault="007779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075D8" w14:textId="77777777" w:rsidR="007779BD" w:rsidRDefault="007779BD" w:rsidP="00C16ABF">
      <w:pPr>
        <w:spacing w:after="0" w:line="240" w:lineRule="auto"/>
      </w:pPr>
      <w:r>
        <w:separator/>
      </w:r>
    </w:p>
  </w:footnote>
  <w:footnote w:type="continuationSeparator" w:id="0">
    <w:p w14:paraId="06EA79D4" w14:textId="77777777" w:rsidR="007779BD" w:rsidRDefault="007779BD" w:rsidP="00C16ABF">
      <w:pPr>
        <w:spacing w:after="0" w:line="240" w:lineRule="auto"/>
      </w:pPr>
      <w:r>
        <w:continuationSeparator/>
      </w:r>
    </w:p>
  </w:footnote>
  <w:footnote w:id="1">
    <w:p w14:paraId="25D28F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A0D80"/>
    <w:multiLevelType w:val="hybridMultilevel"/>
    <w:tmpl w:val="1E40ECAE"/>
    <w:lvl w:ilvl="0" w:tplc="4FACC964">
      <w:start w:val="1"/>
      <w:numFmt w:val="decimal"/>
      <w:lvlText w:val="%1."/>
      <w:lvlJc w:val="left"/>
      <w:pPr>
        <w:ind w:left="720" w:hanging="360"/>
      </w:pPr>
    </w:lvl>
    <w:lvl w:ilvl="1" w:tplc="A198B4C8">
      <w:start w:val="1"/>
      <w:numFmt w:val="lowerLetter"/>
      <w:lvlText w:val="%2."/>
      <w:lvlJc w:val="left"/>
      <w:pPr>
        <w:ind w:left="1440" w:hanging="360"/>
      </w:pPr>
    </w:lvl>
    <w:lvl w:ilvl="2" w:tplc="D5ACE2A6">
      <w:start w:val="1"/>
      <w:numFmt w:val="lowerRoman"/>
      <w:lvlText w:val="%3."/>
      <w:lvlJc w:val="right"/>
      <w:pPr>
        <w:ind w:left="2160" w:hanging="180"/>
      </w:pPr>
    </w:lvl>
    <w:lvl w:ilvl="3" w:tplc="978EB02E">
      <w:start w:val="1"/>
      <w:numFmt w:val="decimal"/>
      <w:lvlText w:val="%4."/>
      <w:lvlJc w:val="left"/>
      <w:pPr>
        <w:ind w:left="2880" w:hanging="360"/>
      </w:pPr>
    </w:lvl>
    <w:lvl w:ilvl="4" w:tplc="4A644ED0">
      <w:start w:val="1"/>
      <w:numFmt w:val="lowerLetter"/>
      <w:lvlText w:val="%5."/>
      <w:lvlJc w:val="left"/>
      <w:pPr>
        <w:ind w:left="3600" w:hanging="360"/>
      </w:pPr>
    </w:lvl>
    <w:lvl w:ilvl="5" w:tplc="F314FBF4">
      <w:start w:val="1"/>
      <w:numFmt w:val="lowerRoman"/>
      <w:lvlText w:val="%6."/>
      <w:lvlJc w:val="right"/>
      <w:pPr>
        <w:ind w:left="4320" w:hanging="180"/>
      </w:pPr>
    </w:lvl>
    <w:lvl w:ilvl="6" w:tplc="894A3D4A">
      <w:start w:val="1"/>
      <w:numFmt w:val="decimal"/>
      <w:lvlText w:val="%7."/>
      <w:lvlJc w:val="left"/>
      <w:pPr>
        <w:ind w:left="5040" w:hanging="360"/>
      </w:pPr>
    </w:lvl>
    <w:lvl w:ilvl="7" w:tplc="9BAEEA9C">
      <w:start w:val="1"/>
      <w:numFmt w:val="lowerLetter"/>
      <w:lvlText w:val="%8."/>
      <w:lvlJc w:val="left"/>
      <w:pPr>
        <w:ind w:left="5760" w:hanging="360"/>
      </w:pPr>
    </w:lvl>
    <w:lvl w:ilvl="8" w:tplc="E258F8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A66"/>
    <w:rsid w:val="000077B4"/>
    <w:rsid w:val="00015B8F"/>
    <w:rsid w:val="00022ECE"/>
    <w:rsid w:val="00042A51"/>
    <w:rsid w:val="00042D2E"/>
    <w:rsid w:val="00044C82"/>
    <w:rsid w:val="00053BE7"/>
    <w:rsid w:val="00070ED6"/>
    <w:rsid w:val="000742DC"/>
    <w:rsid w:val="00084C12"/>
    <w:rsid w:val="000937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63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D46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9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1C0"/>
    <w:rsid w:val="00414E3C"/>
    <w:rsid w:val="0042244A"/>
    <w:rsid w:val="0042745A"/>
    <w:rsid w:val="00431D5C"/>
    <w:rsid w:val="004362C6"/>
    <w:rsid w:val="00437FA2"/>
    <w:rsid w:val="00445970"/>
    <w:rsid w:val="00461EFC"/>
    <w:rsid w:val="0046413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71"/>
    <w:rsid w:val="004D5282"/>
    <w:rsid w:val="004F1551"/>
    <w:rsid w:val="004F55A3"/>
    <w:rsid w:val="0050496F"/>
    <w:rsid w:val="00513B6F"/>
    <w:rsid w:val="00517C63"/>
    <w:rsid w:val="0052061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A6"/>
    <w:rsid w:val="00617230"/>
    <w:rsid w:val="00621CE1"/>
    <w:rsid w:val="006246D4"/>
    <w:rsid w:val="0062766B"/>
    <w:rsid w:val="00627FC9"/>
    <w:rsid w:val="00647FA8"/>
    <w:rsid w:val="00650C5F"/>
    <w:rsid w:val="00654934"/>
    <w:rsid w:val="006620D9"/>
    <w:rsid w:val="00671958"/>
    <w:rsid w:val="00675843"/>
    <w:rsid w:val="00691F8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A35"/>
    <w:rsid w:val="00763BF1"/>
    <w:rsid w:val="00766FD4"/>
    <w:rsid w:val="007779BD"/>
    <w:rsid w:val="0078168C"/>
    <w:rsid w:val="00787C2A"/>
    <w:rsid w:val="00790E27"/>
    <w:rsid w:val="007A4022"/>
    <w:rsid w:val="007A6E6E"/>
    <w:rsid w:val="007C3299"/>
    <w:rsid w:val="007C3BCC"/>
    <w:rsid w:val="007C4546"/>
    <w:rsid w:val="007C7950"/>
    <w:rsid w:val="007D6E56"/>
    <w:rsid w:val="007F4155"/>
    <w:rsid w:val="0081554D"/>
    <w:rsid w:val="0081707E"/>
    <w:rsid w:val="008206BF"/>
    <w:rsid w:val="008250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A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EF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04B"/>
    <w:rsid w:val="00D552B2"/>
    <w:rsid w:val="00D608D1"/>
    <w:rsid w:val="00D74119"/>
    <w:rsid w:val="00D8075B"/>
    <w:rsid w:val="00D8678B"/>
    <w:rsid w:val="00DA2114"/>
    <w:rsid w:val="00DA35B4"/>
    <w:rsid w:val="00DA6057"/>
    <w:rsid w:val="00DC6D0C"/>
    <w:rsid w:val="00DD73D4"/>
    <w:rsid w:val="00DE09C0"/>
    <w:rsid w:val="00DE4A14"/>
    <w:rsid w:val="00DE5ADE"/>
    <w:rsid w:val="00DF23CF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70"/>
    <w:rsid w:val="00F17567"/>
    <w:rsid w:val="00F27A7B"/>
    <w:rsid w:val="00F526AF"/>
    <w:rsid w:val="00F617C3"/>
    <w:rsid w:val="00F7066B"/>
    <w:rsid w:val="00F7393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F74"/>
    <w:rsid w:val="00FF5E7D"/>
    <w:rsid w:val="12FF8E1A"/>
    <w:rsid w:val="1480DE8D"/>
    <w:rsid w:val="31E81A91"/>
    <w:rsid w:val="3F3EB212"/>
    <w:rsid w:val="4300799E"/>
    <w:rsid w:val="48B7E589"/>
    <w:rsid w:val="490364F2"/>
    <w:rsid w:val="4F4A78C4"/>
    <w:rsid w:val="57C1B116"/>
    <w:rsid w:val="64E4B11D"/>
    <w:rsid w:val="67A68806"/>
    <w:rsid w:val="6C9AC7F4"/>
    <w:rsid w:val="7339BD89"/>
    <w:rsid w:val="73A8F9DF"/>
    <w:rsid w:val="7B30E851"/>
    <w:rsid w:val="7B4EE444"/>
    <w:rsid w:val="7E40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A7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F4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4F74"/>
  </w:style>
  <w:style w:type="character" w:customStyle="1" w:styleId="spellingerror">
    <w:name w:val="spellingerror"/>
    <w:basedOn w:val="Domylnaczcionkaakapitu"/>
    <w:rsid w:val="00FF4F74"/>
  </w:style>
  <w:style w:type="character" w:customStyle="1" w:styleId="eop">
    <w:name w:val="eop"/>
    <w:basedOn w:val="Domylnaczcionkaakapitu"/>
    <w:rsid w:val="00FF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91BE9-36F2-4443-978B-01EB1F2B2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C7011-00B9-4B4F-A10D-F8CECEFDF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E9042-A914-4134-8835-46C2CCD37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2BFE78-0D3E-414B-8041-8BE07689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837</Words>
  <Characters>5026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2020-11-22T00:40:00Z</dcterms:created>
  <dcterms:modified xsi:type="dcterms:W3CDTF">2021-09-03T08:25:00Z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